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94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60FC0FD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555B4">
        <w:rPr>
          <w:rFonts w:ascii="Corbel" w:hAnsi="Corbel"/>
          <w:i/>
          <w:smallCaps/>
          <w:sz w:val="24"/>
          <w:szCs w:val="24"/>
        </w:rPr>
        <w:t>2019-2022</w:t>
      </w:r>
    </w:p>
    <w:p w14:paraId="510C450E" w14:textId="4B142B59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3555B4">
        <w:rPr>
          <w:rFonts w:ascii="Corbel" w:hAnsi="Corbel"/>
          <w:sz w:val="20"/>
          <w:szCs w:val="20"/>
        </w:rPr>
        <w:t>0</w:t>
      </w:r>
      <w:r w:rsidR="00855E6F">
        <w:rPr>
          <w:rFonts w:ascii="Corbel" w:hAnsi="Corbel"/>
          <w:sz w:val="20"/>
          <w:szCs w:val="20"/>
        </w:rPr>
        <w:t>/202</w:t>
      </w:r>
      <w:r w:rsidR="003555B4">
        <w:rPr>
          <w:rFonts w:ascii="Corbel" w:hAnsi="Corbel"/>
          <w:sz w:val="20"/>
          <w:szCs w:val="20"/>
        </w:rPr>
        <w:t>1</w:t>
      </w:r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7C493EC3" w:rsidR="0085747A" w:rsidRPr="006477A2" w:rsidRDefault="006477A2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7A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3D56EE62" w:rsidR="00015B8F" w:rsidRPr="009C54AE" w:rsidRDefault="006477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1C7D7BE2" w:rsidR="00070D99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5EA9EAEF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09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37A6CAEF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09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14C4132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09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6F631742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6F631742">
        <w:tc>
          <w:tcPr>
            <w:tcW w:w="4962" w:type="dxa"/>
          </w:tcPr>
          <w:p w14:paraId="4F330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5E4427D8" w:rsidR="0085747A" w:rsidRPr="009C54AE" w:rsidRDefault="006477A2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C8A62C4" w14:textId="77777777" w:rsidTr="6F631742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1FE4959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6317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6F631742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041F0504" w:rsidR="00C61DC5" w:rsidRPr="009C54AE" w:rsidRDefault="006477A2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F73B073" w14:textId="77777777" w:rsidTr="6F631742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6F631742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F0B5A" w14:textId="77777777" w:rsidR="00745DA6" w:rsidRDefault="00745DA6" w:rsidP="00C16ABF">
      <w:pPr>
        <w:spacing w:after="0" w:line="240" w:lineRule="auto"/>
      </w:pPr>
      <w:r>
        <w:separator/>
      </w:r>
    </w:p>
  </w:endnote>
  <w:endnote w:type="continuationSeparator" w:id="0">
    <w:p w14:paraId="10CAFA30" w14:textId="77777777" w:rsidR="00745DA6" w:rsidRDefault="00745D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E4597" w14:textId="77777777" w:rsidR="00745DA6" w:rsidRDefault="00745DA6" w:rsidP="00C16ABF">
      <w:pPr>
        <w:spacing w:after="0" w:line="240" w:lineRule="auto"/>
      </w:pPr>
      <w:r>
        <w:separator/>
      </w:r>
    </w:p>
  </w:footnote>
  <w:footnote w:type="continuationSeparator" w:id="0">
    <w:p w14:paraId="37AC73B7" w14:textId="77777777" w:rsidR="00745DA6" w:rsidRDefault="00745DA6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C6BD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09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B4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037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7A2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5DA6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6F631742"/>
    <w:rsid w:val="71367509"/>
    <w:rsid w:val="751E10BF"/>
    <w:rsid w:val="7D82E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4B5F96-34D8-4B19-8570-DAD653ABF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5D314F-7831-417A-9774-2F0E7842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1029</Words>
  <Characters>6175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2019-02-06T12:12:00Z</cp:lastPrinted>
  <dcterms:created xsi:type="dcterms:W3CDTF">2020-10-24T12:19:00Z</dcterms:created>
  <dcterms:modified xsi:type="dcterms:W3CDTF">2021-01-05T13:58:00Z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